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43CCB367" w:rsidR="00171784" w:rsidRDefault="006E3F18" w:rsidP="000E7E1B">
      <w:pPr>
        <w:spacing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 xml:space="preserve">RPL TOOLKIT – </w:t>
      </w:r>
      <w:r w:rsidR="00F77882" w:rsidRPr="00F77882">
        <w:rPr>
          <w:rFonts w:ascii="Arial" w:hAnsi="Arial" w:cs="Arial"/>
          <w:b/>
          <w:bCs/>
        </w:rPr>
        <w:t>INSTRUMENT 0</w:t>
      </w:r>
      <w:r w:rsidR="00F77882">
        <w:rPr>
          <w:rFonts w:ascii="Arial" w:hAnsi="Arial" w:cs="Arial"/>
          <w:b/>
          <w:bCs/>
        </w:rPr>
        <w:t>4</w:t>
      </w:r>
      <w:r w:rsidR="00F77882" w:rsidRPr="00F77882">
        <w:rPr>
          <w:rFonts w:ascii="Arial" w:hAnsi="Arial" w:cs="Arial"/>
          <w:b/>
          <w:bCs/>
        </w:rPr>
        <w:t xml:space="preserve"> –</w:t>
      </w:r>
      <w:r w:rsidR="00F77882">
        <w:rPr>
          <w:rFonts w:ascii="Arial" w:hAnsi="Arial" w:cs="Arial"/>
          <w:b/>
          <w:bCs/>
        </w:rPr>
        <w:t xml:space="preserve"> </w:t>
      </w:r>
      <w:r w:rsidR="000C54BE" w:rsidRPr="0069382D">
        <w:rPr>
          <w:rFonts w:ascii="Arial" w:hAnsi="Arial" w:cs="Arial"/>
          <w:b/>
        </w:rPr>
        <w:t xml:space="preserve">GAP </w:t>
      </w:r>
      <w:r w:rsidR="000C54BE">
        <w:rPr>
          <w:rFonts w:ascii="Arial" w:hAnsi="Arial" w:cs="Arial"/>
          <w:b/>
        </w:rPr>
        <w:t xml:space="preserve">IMPLEMENTATION </w:t>
      </w:r>
      <w:r w:rsidR="000C54BE" w:rsidRPr="0069382D">
        <w:rPr>
          <w:rFonts w:ascii="Arial" w:hAnsi="Arial" w:cs="Arial"/>
          <w:b/>
        </w:rPr>
        <w:t>PLAN</w:t>
      </w:r>
    </w:p>
    <w:p w14:paraId="4556D315" w14:textId="77777777" w:rsidR="00E34F70" w:rsidRDefault="00E34F70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>
        <w:rPr>
          <w:rFonts w:ascii="Arial" w:hAnsi="Arial" w:cs="Arial"/>
          <w:i/>
          <w:iCs/>
        </w:rPr>
        <w:t xml:space="preserve">accredited </w:t>
      </w:r>
      <w:r w:rsidRPr="0026577F">
        <w:rPr>
          <w:rFonts w:ascii="Arial" w:hAnsi="Arial" w:cs="Arial"/>
          <w:i/>
          <w:iCs/>
        </w:rPr>
        <w:t>SDP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6B105E" w14:paraId="37E34500" w14:textId="77777777" w:rsidTr="00FA52D6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15013EFF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6BDA7C66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6B105E" w14:paraId="70E03317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4DAD2DD" w14:textId="77777777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79D83529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67C4DAB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19BC88FE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6B105E" w14:paraId="30AB12A9" w14:textId="77777777" w:rsidTr="00FA52D6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414E9BF" w14:textId="32882A69" w:rsidR="006B105E" w:rsidRPr="00001D40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8F654D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11582FE9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7F32CA38" w14:textId="77777777" w:rsidR="006B105E" w:rsidRPr="00DD6F3D" w:rsidRDefault="006B105E" w:rsidP="00FA52D6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5A84B89C" w14:textId="77777777" w:rsidR="006B105E" w:rsidRDefault="006B105E" w:rsidP="00FA52D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A1F64" w:rsidRPr="00001D40" w14:paraId="762AD218" w14:textId="77777777" w:rsidTr="0058098A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2DF7BD01" w14:textId="77777777" w:rsidR="00FA1F64" w:rsidRPr="00001D40" w:rsidRDefault="00FA1F64" w:rsidP="00FA1F64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</w:tcPr>
          <w:p w14:paraId="141AA083" w14:textId="147D5FB0" w:rsidR="00FA1F64" w:rsidRPr="00C3519B" w:rsidRDefault="00FA1F64" w:rsidP="00FA1F6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3519B">
              <w:rPr>
                <w:rFonts w:ascii="Aptos" w:hAnsi="Aptos" w:cs="Arial"/>
                <w:sz w:val="20"/>
                <w:szCs w:val="20"/>
              </w:rPr>
              <w:t>Occupational Certificate: Contact Centre Manager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C8C9090" w14:textId="650E2117" w:rsidR="00FA1F64" w:rsidRPr="00DD6F3D" w:rsidRDefault="00FA1F64" w:rsidP="00FA1F64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1792CF63" w14:textId="77777777" w:rsidR="00FA1F64" w:rsidRPr="00001D40" w:rsidRDefault="00FA1F64" w:rsidP="00FA1F64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FA1F64" w:rsidRPr="00001D40" w14:paraId="29E0FD86" w14:textId="77777777" w:rsidTr="0058098A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CAC758" w14:textId="77777777" w:rsidR="00FA1F64" w:rsidRPr="00001D40" w:rsidRDefault="00FA1F64" w:rsidP="00FA1F64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</w:tcPr>
          <w:p w14:paraId="754E7912" w14:textId="4F060BE6" w:rsidR="00FA1F64" w:rsidRPr="00C3519B" w:rsidRDefault="00FA1F64" w:rsidP="00FA1F6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3519B">
              <w:rPr>
                <w:rFonts w:ascii="Aptos" w:hAnsi="Aptos" w:cs="Arial"/>
                <w:sz w:val="20"/>
                <w:szCs w:val="20"/>
              </w:rPr>
              <w:t>99687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5E879C47" w14:textId="77777777" w:rsidR="00FA1F64" w:rsidRPr="00DD6F3D" w:rsidRDefault="00FA1F64" w:rsidP="00FA1F64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138329A3" w14:textId="77777777" w:rsidR="00FA1F64" w:rsidRPr="00001D40" w:rsidRDefault="00FA1F64" w:rsidP="00FA1F64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FA1F64" w:rsidRPr="00001D40" w14:paraId="5E9FB910" w14:textId="77777777" w:rsidTr="0058098A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76AD712" w14:textId="77777777" w:rsidR="00FA1F64" w:rsidRPr="00001D40" w:rsidRDefault="00FA1F64" w:rsidP="00FA1F64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</w:tcPr>
          <w:p w14:paraId="18C99BC4" w14:textId="3949B7B1" w:rsidR="00FA1F64" w:rsidRPr="00C3519B" w:rsidRDefault="00FA1F64" w:rsidP="00FA1F64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3519B">
              <w:rPr>
                <w:rFonts w:ascii="Aptos" w:hAnsi="Aptos" w:cs="Arial"/>
                <w:sz w:val="20"/>
                <w:szCs w:val="20"/>
              </w:rPr>
              <w:t>285, L5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96979F6" w14:textId="705933AD" w:rsidR="00FA1F64" w:rsidRPr="00DD6F3D" w:rsidRDefault="00FA1F64" w:rsidP="00FA1F64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2E7877FC" w14:textId="77777777" w:rsidR="00FA1F64" w:rsidRPr="00001D40" w:rsidRDefault="00FA1F64" w:rsidP="00FA1F64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6307E61" w14:textId="77777777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</w:p>
    <w:p w14:paraId="04A4C817" w14:textId="36F1E1F1" w:rsidR="006B105E" w:rsidRDefault="006B105E" w:rsidP="00E34F70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Th</w:t>
      </w:r>
      <w:r w:rsidR="00DF60BF">
        <w:rPr>
          <w:rFonts w:ascii="Arial" w:hAnsi="Arial" w:cs="Arial"/>
          <w:i/>
          <w:iCs/>
        </w:rPr>
        <w:t xml:space="preserve">e </w:t>
      </w:r>
      <w:r>
        <w:rPr>
          <w:rFonts w:ascii="Arial" w:hAnsi="Arial" w:cs="Arial"/>
          <w:i/>
          <w:iCs/>
        </w:rPr>
        <w:t>table</w:t>
      </w:r>
      <w:r w:rsidR="00DF60BF">
        <w:rPr>
          <w:rFonts w:ascii="Arial" w:hAnsi="Arial" w:cs="Arial"/>
          <w:i/>
          <w:iCs/>
        </w:rPr>
        <w:t xml:space="preserve"> below sh</w:t>
      </w:r>
      <w:r>
        <w:rPr>
          <w:rFonts w:ascii="Arial" w:hAnsi="Arial" w:cs="Arial"/>
          <w:i/>
          <w:iCs/>
        </w:rPr>
        <w:t xml:space="preserve">ould be </w:t>
      </w:r>
      <w:r w:rsidR="00DF60BF">
        <w:rPr>
          <w:rFonts w:ascii="Arial" w:hAnsi="Arial" w:cs="Arial"/>
          <w:i/>
          <w:iCs/>
        </w:rPr>
        <w:t xml:space="preserve">aligned to </w:t>
      </w:r>
      <w:r>
        <w:rPr>
          <w:rFonts w:ascii="Arial" w:hAnsi="Arial" w:cs="Arial"/>
          <w:i/>
          <w:iCs/>
        </w:rPr>
        <w:t xml:space="preserve">the </w:t>
      </w:r>
      <w:r w:rsidR="00DF60BF">
        <w:rPr>
          <w:rFonts w:ascii="Arial" w:hAnsi="Arial" w:cs="Arial"/>
          <w:i/>
          <w:iCs/>
        </w:rPr>
        <w:t>assessment matrix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4"/>
        <w:gridCol w:w="1005"/>
        <w:gridCol w:w="1118"/>
        <w:gridCol w:w="2291"/>
        <w:gridCol w:w="440"/>
        <w:gridCol w:w="440"/>
        <w:gridCol w:w="443"/>
        <w:gridCol w:w="440"/>
        <w:gridCol w:w="440"/>
        <w:gridCol w:w="443"/>
        <w:gridCol w:w="440"/>
        <w:gridCol w:w="482"/>
        <w:gridCol w:w="5481"/>
      </w:tblGrid>
      <w:tr w:rsidR="00B47701" w:rsidRPr="006711F2" w14:paraId="5DEF521C" w14:textId="77777777" w:rsidTr="00B47701">
        <w:trPr>
          <w:trHeight w:val="416"/>
        </w:trPr>
        <w:tc>
          <w:tcPr>
            <w:tcW w:w="559" w:type="pct"/>
            <w:shd w:val="clear" w:color="auto" w:fill="DD5E15"/>
            <w:vAlign w:val="center"/>
          </w:tcPr>
          <w:p w14:paraId="2D09DA73" w14:textId="2CEA70F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Occupational Qualification </w:t>
            </w:r>
          </w:p>
        </w:tc>
        <w:tc>
          <w:tcPr>
            <w:tcW w:w="332" w:type="pct"/>
            <w:vMerge w:val="restart"/>
            <w:shd w:val="clear" w:color="auto" w:fill="DD5E15"/>
            <w:vAlign w:val="center"/>
          </w:tcPr>
          <w:p w14:paraId="6E0E3D80" w14:textId="7BE325EF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Credits </w:t>
            </w:r>
          </w:p>
        </w:tc>
        <w:tc>
          <w:tcPr>
            <w:tcW w:w="369" w:type="pct"/>
            <w:vMerge w:val="restart"/>
            <w:shd w:val="clear" w:color="auto" w:fill="DD5E15"/>
            <w:vAlign w:val="center"/>
          </w:tcPr>
          <w:p w14:paraId="335A3B88" w14:textId="2E9B6640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Notional Hours</w:t>
            </w:r>
          </w:p>
        </w:tc>
        <w:tc>
          <w:tcPr>
            <w:tcW w:w="756" w:type="pct"/>
            <w:vMerge w:val="restart"/>
            <w:shd w:val="clear" w:color="auto" w:fill="DD5E15"/>
            <w:vAlign w:val="center"/>
          </w:tcPr>
          <w:p w14:paraId="27AA96C4" w14:textId="17E78F0E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Action Required</w:t>
            </w:r>
            <w:r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2"/>
            </w:r>
          </w:p>
        </w:tc>
        <w:tc>
          <w:tcPr>
            <w:tcW w:w="1176" w:type="pct"/>
            <w:gridSpan w:val="8"/>
            <w:shd w:val="clear" w:color="auto" w:fill="E2D4AB"/>
            <w:vAlign w:val="center"/>
          </w:tcPr>
          <w:p w14:paraId="14DA954A" w14:textId="29362C4E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Timelines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weeks </w:t>
            </w:r>
            <w:r w:rsidRPr="00EB4033">
              <w:rPr>
                <w:rFonts w:ascii="Arial" w:hAnsi="Arial" w:cs="Arial"/>
                <w:b/>
                <w:bCs/>
                <w:sz w:val="20"/>
                <w:szCs w:val="20"/>
              </w:rPr>
              <w:t>(shade blocks)</w:t>
            </w:r>
          </w:p>
        </w:tc>
        <w:tc>
          <w:tcPr>
            <w:tcW w:w="1809" w:type="pct"/>
            <w:vMerge w:val="restart"/>
            <w:shd w:val="clear" w:color="auto" w:fill="DD5E15"/>
            <w:vAlign w:val="center"/>
          </w:tcPr>
          <w:p w14:paraId="5666A62F" w14:textId="0C537EE9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Evidence to be generated</w:t>
            </w:r>
            <w:r>
              <w:rPr>
                <w:rStyle w:val="FootnoteReference"/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3"/>
            </w:r>
          </w:p>
        </w:tc>
      </w:tr>
      <w:tr w:rsidR="00B47701" w:rsidRPr="006711F2" w14:paraId="087E5F8A" w14:textId="77777777" w:rsidTr="00B47701">
        <w:trPr>
          <w:trHeight w:val="416"/>
        </w:trPr>
        <w:tc>
          <w:tcPr>
            <w:tcW w:w="559" w:type="pct"/>
            <w:shd w:val="clear" w:color="auto" w:fill="DD5E15"/>
            <w:vAlign w:val="center"/>
          </w:tcPr>
          <w:p w14:paraId="58EFB7C8" w14:textId="38FC7644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34F7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(KM, PM, WP)</w:t>
            </w:r>
          </w:p>
        </w:tc>
        <w:tc>
          <w:tcPr>
            <w:tcW w:w="332" w:type="pct"/>
            <w:vMerge/>
            <w:shd w:val="clear" w:color="auto" w:fill="DD5E15"/>
            <w:vAlign w:val="center"/>
          </w:tcPr>
          <w:p w14:paraId="7F6A54C3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369" w:type="pct"/>
            <w:vMerge/>
            <w:shd w:val="clear" w:color="auto" w:fill="DD5E15"/>
            <w:vAlign w:val="center"/>
          </w:tcPr>
          <w:p w14:paraId="2D42A644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56" w:type="pct"/>
            <w:vMerge/>
            <w:shd w:val="clear" w:color="auto" w:fill="DD5E15"/>
            <w:vAlign w:val="center"/>
          </w:tcPr>
          <w:p w14:paraId="70F1480E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45" w:type="pct"/>
            <w:shd w:val="clear" w:color="auto" w:fill="E2D4AB"/>
            <w:vAlign w:val="center"/>
          </w:tcPr>
          <w:p w14:paraId="73663A9E" w14:textId="13E2AB05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33E3B137" w14:textId="79C79177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6" w:type="pct"/>
            <w:shd w:val="clear" w:color="auto" w:fill="E2D4AB"/>
            <w:vAlign w:val="center"/>
          </w:tcPr>
          <w:p w14:paraId="41126186" w14:textId="14EA1CC8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793423A6" w14:textId="745EF3A1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60488C91" w14:textId="79B5528F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6" w:type="pct"/>
            <w:shd w:val="clear" w:color="auto" w:fill="E2D4AB"/>
            <w:vAlign w:val="center"/>
          </w:tcPr>
          <w:p w14:paraId="5A457ADB" w14:textId="770863E5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5" w:type="pct"/>
            <w:shd w:val="clear" w:color="auto" w:fill="E2D4AB"/>
            <w:vAlign w:val="center"/>
          </w:tcPr>
          <w:p w14:paraId="3686F7C7" w14:textId="04CE3EB7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8" w:type="pct"/>
            <w:shd w:val="clear" w:color="auto" w:fill="E2D4AB"/>
            <w:vAlign w:val="center"/>
          </w:tcPr>
          <w:p w14:paraId="72DC6D6C" w14:textId="3A190DE8" w:rsidR="00B47701" w:rsidRPr="00EB4033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809" w:type="pct"/>
            <w:vMerge/>
            <w:shd w:val="clear" w:color="auto" w:fill="DD5E15"/>
            <w:vAlign w:val="center"/>
          </w:tcPr>
          <w:p w14:paraId="0D5ECA2A" w14:textId="77777777" w:rsidR="00B47701" w:rsidRPr="00E34F70" w:rsidRDefault="00B47701" w:rsidP="004B4C01">
            <w:pPr>
              <w:spacing w:after="0"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E2191F" w:rsidRPr="006711F2" w14:paraId="3D098718" w14:textId="77777777" w:rsidTr="00B47701">
        <w:trPr>
          <w:trHeight w:val="340"/>
        </w:trPr>
        <w:tc>
          <w:tcPr>
            <w:tcW w:w="559" w:type="pct"/>
            <w:vAlign w:val="center"/>
          </w:tcPr>
          <w:p w14:paraId="247EA02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28D1E3F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1723234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3A0CCBC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6B8E28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06D897C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A5850E4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CADF7C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76446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389E6AE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D0E063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779F18E4" w14:textId="79B9195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vAlign w:val="center"/>
          </w:tcPr>
          <w:p w14:paraId="17F39174" w14:textId="77BBB86D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0A377E03" w14:textId="77777777" w:rsidTr="00B47701">
        <w:trPr>
          <w:trHeight w:val="340"/>
        </w:trPr>
        <w:tc>
          <w:tcPr>
            <w:tcW w:w="559" w:type="pct"/>
            <w:vAlign w:val="center"/>
          </w:tcPr>
          <w:p w14:paraId="5677312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vAlign w:val="center"/>
          </w:tcPr>
          <w:p w14:paraId="35A5EBC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3954059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676858A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055F16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3D24BA9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12230E6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37DA79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BD6B6B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5EB93F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5D91DF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61D1E000" w14:textId="2CA2350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vAlign w:val="center"/>
          </w:tcPr>
          <w:p w14:paraId="291F2D0F" w14:textId="4BDFBFE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3C9D78E5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EFB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E02E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62E2B72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2E984AF3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1ED117D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2BF9B9C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547DD9F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D664EA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009733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7D3E341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F8BE33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24E6D8EA" w14:textId="686616F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01D94" w14:textId="7EF1FF94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45EF8193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5A3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D41C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03915FEA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7B1947C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560708A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8B27124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4A4F077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71CE75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7B4789C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29BDC38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6301E8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3BBE2E7C" w14:textId="29308A23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3B134" w14:textId="0A38AFD5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1626773D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8207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36DB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0BBA7A8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0BFC4AF8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DE62DC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072ED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0795FC5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2C60E6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4FE7AF5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DFE8D0E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F089AA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6C51FBE6" w14:textId="7C6A2489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B41A" w14:textId="252DE25E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2191F" w:rsidRPr="006711F2" w14:paraId="48AAE49D" w14:textId="77777777" w:rsidTr="00B47701">
        <w:trPr>
          <w:trHeight w:val="340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DEB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D51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9" w:type="pct"/>
            <w:vAlign w:val="center"/>
          </w:tcPr>
          <w:p w14:paraId="5A519975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56" w:type="pct"/>
            <w:vAlign w:val="center"/>
          </w:tcPr>
          <w:p w14:paraId="077904C2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6646C7E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A784CB0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7572C651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2F948DC6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0B00E58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6" w:type="pct"/>
            <w:vAlign w:val="center"/>
          </w:tcPr>
          <w:p w14:paraId="655E638D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5" w:type="pct"/>
            <w:vAlign w:val="center"/>
          </w:tcPr>
          <w:p w14:paraId="3CB9FF9F" w14:textId="77777777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8" w:type="pct"/>
            <w:vAlign w:val="center"/>
          </w:tcPr>
          <w:p w14:paraId="05E1EBAA" w14:textId="485695B4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8457E" w14:textId="3716EF2A" w:rsidR="007538D3" w:rsidRPr="006711F2" w:rsidRDefault="007538D3" w:rsidP="004B4C01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83D164E" w14:textId="77777777" w:rsidR="00CC12AF" w:rsidRDefault="00CC12AF" w:rsidP="00CC12AF">
      <w:pPr>
        <w:spacing w:line="360" w:lineRule="auto"/>
        <w:rPr>
          <w:rFonts w:ascii="Arial" w:hAnsi="Arial" w:cs="Arial"/>
          <w:b/>
          <w:bCs/>
        </w:rPr>
      </w:pPr>
    </w:p>
    <w:p w14:paraId="2F2D205F" w14:textId="1071C239" w:rsidR="00CC12AF" w:rsidRDefault="00C81B32" w:rsidP="00CC12AF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Signed by: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30"/>
        <w:gridCol w:w="992"/>
        <w:gridCol w:w="7082"/>
      </w:tblGrid>
      <w:tr w:rsidR="00C81B32" w14:paraId="78ABED9C" w14:textId="77777777" w:rsidTr="003023A4">
        <w:tc>
          <w:tcPr>
            <w:tcW w:w="7230" w:type="dxa"/>
          </w:tcPr>
          <w:p w14:paraId="442E339A" w14:textId="03E76CB2" w:rsidR="003023A4" w:rsidRDefault="00A4630B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>
              <w:rPr>
                <w:rFonts w:ascii="Arial" w:eastAsia="Times New Roman" w:hAnsi="Arial" w:cs="Arial"/>
                <w:b/>
                <w:bCs/>
                <w:lang w:eastAsia="en-ZA"/>
              </w:rPr>
              <w:t>Candidate</w:t>
            </w:r>
            <w:r w:rsidR="003023A4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 Full</w:t>
            </w:r>
            <w:r w:rsidR="003023A4"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 xml:space="preserve"> Name</w:t>
            </w:r>
            <w:r w:rsidR="003023A4">
              <w:rPr>
                <w:rFonts w:ascii="Arial" w:eastAsia="Times New Roman" w:hAnsi="Arial" w:cs="Arial"/>
                <w:b/>
                <w:bCs/>
                <w:lang w:eastAsia="en-ZA"/>
              </w:rPr>
              <w:t>s</w:t>
            </w:r>
            <w:r w:rsidR="003023A4"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:</w:t>
            </w:r>
            <w:r w:rsidR="003023A4"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_______________________________</w:t>
            </w:r>
          </w:p>
          <w:p w14:paraId="3B7E626D" w14:textId="58E50C10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Signature: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______________</w:t>
            </w:r>
            <w:r w:rsidRPr="00252B0D">
              <w:rPr>
                <w:rFonts w:ascii="Arial" w:eastAsia="Times New Roman" w:hAnsi="Arial" w:cs="Arial"/>
                <w:lang w:eastAsia="en-ZA"/>
              </w:rPr>
              <w:br/>
            </w:r>
          </w:p>
          <w:p w14:paraId="276D976E" w14:textId="6BDA4D9F" w:rsidR="00C81B32" w:rsidRDefault="003023A4" w:rsidP="003023A4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Date: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_________________________</w:t>
            </w:r>
          </w:p>
        </w:tc>
        <w:tc>
          <w:tcPr>
            <w:tcW w:w="992" w:type="dxa"/>
          </w:tcPr>
          <w:p w14:paraId="325714DA" w14:textId="77777777" w:rsidR="00C81B32" w:rsidRDefault="00C81B32" w:rsidP="00CC12AF">
            <w:pPr>
              <w:spacing w:line="36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82" w:type="dxa"/>
          </w:tcPr>
          <w:p w14:paraId="05FED5CF" w14:textId="557905A2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Assessor/SME Name: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_______________________________</w:t>
            </w:r>
          </w:p>
          <w:p w14:paraId="62EA5CEA" w14:textId="753A13C8" w:rsidR="003023A4" w:rsidRDefault="003023A4" w:rsidP="003023A4">
            <w:pPr>
              <w:spacing w:before="240"/>
              <w:rPr>
                <w:rFonts w:ascii="Arial" w:eastAsia="Times New Roman" w:hAnsi="Arial" w:cs="Arial"/>
                <w:b/>
                <w:bCs/>
                <w:lang w:eastAsia="en-ZA"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Signature: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____________________________</w:t>
            </w:r>
            <w:r w:rsidR="00E61096">
              <w:rPr>
                <w:rFonts w:ascii="Arial" w:eastAsia="Times New Roman" w:hAnsi="Arial" w:cs="Arial"/>
                <w:lang w:eastAsia="en-ZA"/>
              </w:rPr>
              <w:t>_____________</w:t>
            </w:r>
            <w:r w:rsidRPr="00252B0D">
              <w:rPr>
                <w:rFonts w:ascii="Arial" w:eastAsia="Times New Roman" w:hAnsi="Arial" w:cs="Arial"/>
                <w:lang w:eastAsia="en-ZA"/>
              </w:rPr>
              <w:br/>
            </w:r>
          </w:p>
          <w:p w14:paraId="51C7CA62" w14:textId="0062D007" w:rsidR="00C81B32" w:rsidRDefault="003023A4" w:rsidP="00CC12AF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252B0D">
              <w:rPr>
                <w:rFonts w:ascii="Arial" w:eastAsia="Times New Roman" w:hAnsi="Arial" w:cs="Arial"/>
                <w:b/>
                <w:bCs/>
                <w:lang w:eastAsia="en-ZA"/>
              </w:rPr>
              <w:t>Date:</w:t>
            </w:r>
            <w:r w:rsidRPr="00252B0D">
              <w:rPr>
                <w:rFonts w:ascii="Arial" w:eastAsia="Times New Roman" w:hAnsi="Arial" w:cs="Arial"/>
                <w:lang w:eastAsia="en-ZA"/>
              </w:rPr>
              <w:t xml:space="preserve"> _____________________</w:t>
            </w:r>
            <w:r w:rsidR="006E6A86">
              <w:rPr>
                <w:rFonts w:ascii="Arial" w:eastAsia="Times New Roman" w:hAnsi="Arial" w:cs="Arial"/>
                <w:lang w:eastAsia="en-ZA"/>
              </w:rPr>
              <w:t>________________________</w:t>
            </w:r>
          </w:p>
        </w:tc>
      </w:tr>
    </w:tbl>
    <w:p w14:paraId="3F9B7171" w14:textId="77777777" w:rsidR="00C81B32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613AF3BE" w14:textId="77777777" w:rsidR="00C81B32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47B8A62D" w14:textId="77777777" w:rsidR="00C81B32" w:rsidRPr="000D1025" w:rsidRDefault="00C81B32" w:rsidP="00CC12AF">
      <w:pPr>
        <w:spacing w:line="360" w:lineRule="auto"/>
        <w:rPr>
          <w:rFonts w:ascii="Arial" w:hAnsi="Arial" w:cs="Arial"/>
          <w:b/>
          <w:bCs/>
        </w:rPr>
      </w:pPr>
    </w:p>
    <w:p w14:paraId="48ECE398" w14:textId="77777777" w:rsidR="00CC12AF" w:rsidRDefault="00CC12AF" w:rsidP="00CC12AF">
      <w:pPr>
        <w:spacing w:line="360" w:lineRule="auto"/>
        <w:rPr>
          <w:rFonts w:ascii="Arial" w:hAnsi="Arial" w:cs="Arial"/>
        </w:rPr>
      </w:pPr>
    </w:p>
    <w:p w14:paraId="0C06CFDF" w14:textId="77777777" w:rsidR="00446468" w:rsidRDefault="00446468" w:rsidP="00446468">
      <w:pPr>
        <w:spacing w:line="360" w:lineRule="auto"/>
        <w:rPr>
          <w:rFonts w:ascii="Arial" w:hAnsi="Arial" w:cs="Arial"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93E91" w14:textId="77777777" w:rsidR="00695BF1" w:rsidRDefault="00695BF1" w:rsidP="00213C69">
      <w:pPr>
        <w:spacing w:after="0" w:line="240" w:lineRule="auto"/>
      </w:pPr>
      <w:r>
        <w:separator/>
      </w:r>
    </w:p>
  </w:endnote>
  <w:endnote w:type="continuationSeparator" w:id="0">
    <w:p w14:paraId="5FB6540C" w14:textId="77777777" w:rsidR="00695BF1" w:rsidRDefault="00695BF1" w:rsidP="00213C69">
      <w:pPr>
        <w:spacing w:after="0" w:line="240" w:lineRule="auto"/>
      </w:pPr>
      <w:r>
        <w:continuationSeparator/>
      </w:r>
    </w:p>
  </w:endnote>
  <w:endnote w:type="continuationNotice" w:id="1">
    <w:p w14:paraId="0B0B6EA2" w14:textId="77777777" w:rsidR="00695BF1" w:rsidRDefault="00695B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A130C" w14:textId="77777777" w:rsidR="00CF4F8A" w:rsidRDefault="00CF4F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218F85C7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0E7E1B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6815FCB" id="Group 9" o:spid="_x0000_s1026" style="position:absolute;margin-left:-.15pt;margin-top:11.7pt;width:842.05pt;height:21.65pt;z-index:-251658240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00481B8" id="Group 9" o:spid="_x0000_s1026" style="position:absolute;margin-left:-42.35pt;margin-top:11.5pt;width:842.05pt;height:21.65pt;z-index:-251659264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B9FBD" w14:textId="77777777" w:rsidR="00695BF1" w:rsidRDefault="00695BF1" w:rsidP="00213C69">
      <w:pPr>
        <w:spacing w:after="0" w:line="240" w:lineRule="auto"/>
      </w:pPr>
      <w:r>
        <w:separator/>
      </w:r>
    </w:p>
  </w:footnote>
  <w:footnote w:type="continuationSeparator" w:id="0">
    <w:p w14:paraId="5C4FAC10" w14:textId="77777777" w:rsidR="00695BF1" w:rsidRDefault="00695BF1" w:rsidP="00213C69">
      <w:pPr>
        <w:spacing w:after="0" w:line="240" w:lineRule="auto"/>
      </w:pPr>
      <w:r>
        <w:continuationSeparator/>
      </w:r>
    </w:p>
  </w:footnote>
  <w:footnote w:type="continuationNotice" w:id="1">
    <w:p w14:paraId="54825C9B" w14:textId="77777777" w:rsidR="00695BF1" w:rsidRDefault="00695BF1">
      <w:pPr>
        <w:spacing w:after="0" w:line="240" w:lineRule="auto"/>
      </w:pPr>
    </w:p>
  </w:footnote>
  <w:footnote w:id="2">
    <w:p w14:paraId="2967CD80" w14:textId="0B991F54" w:rsidR="00B47701" w:rsidRPr="008B342C" w:rsidRDefault="00B47701">
      <w:pPr>
        <w:pStyle w:val="FootnoteText"/>
        <w:rPr>
          <w:rFonts w:ascii="Arial" w:hAnsi="Arial" w:cs="Arial"/>
          <w:sz w:val="18"/>
          <w:szCs w:val="18"/>
        </w:rPr>
      </w:pPr>
      <w:r w:rsidRPr="008B342C">
        <w:rPr>
          <w:rStyle w:val="FootnoteReference"/>
          <w:rFonts w:ascii="Arial" w:hAnsi="Arial" w:cs="Arial"/>
          <w:sz w:val="18"/>
          <w:szCs w:val="18"/>
        </w:rPr>
        <w:footnoteRef/>
      </w:r>
      <w:r w:rsidRPr="008B342C">
        <w:rPr>
          <w:rFonts w:ascii="Arial" w:hAnsi="Arial" w:cs="Arial"/>
          <w:sz w:val="18"/>
          <w:szCs w:val="18"/>
        </w:rPr>
        <w:t xml:space="preserve"> KM – online/classroom learning; PM – practical skills demonstration using tools/equipment and or case studies/assignments; WP – observation of simulation/workplace learning with mentor/supervision </w:t>
      </w:r>
    </w:p>
  </w:footnote>
  <w:footnote w:id="3">
    <w:p w14:paraId="7A385641" w14:textId="68CC6C30" w:rsidR="00B47701" w:rsidRDefault="00B47701">
      <w:pPr>
        <w:pStyle w:val="FootnoteText"/>
      </w:pPr>
      <w:r w:rsidRPr="008B342C">
        <w:rPr>
          <w:rStyle w:val="FootnoteReference"/>
          <w:rFonts w:ascii="Arial" w:hAnsi="Arial" w:cs="Arial"/>
          <w:sz w:val="18"/>
          <w:szCs w:val="18"/>
        </w:rPr>
        <w:footnoteRef/>
      </w:r>
      <w:r w:rsidRPr="008B342C">
        <w:rPr>
          <w:rFonts w:ascii="Arial" w:hAnsi="Arial" w:cs="Arial"/>
          <w:sz w:val="18"/>
          <w:szCs w:val="18"/>
        </w:rPr>
        <w:t xml:space="preserve"> KM – registers; PM: photographs, digital recordings, documents; WP – registers, observation/mentorship reports, documents recording work outputs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894F9" w14:textId="77777777" w:rsidR="00CF4F8A" w:rsidRDefault="00CF4F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5CDE624D" w:rsidR="00F17F63" w:rsidRDefault="00CF4F8A" w:rsidP="00CF4F8A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CE6EBCB" id="Group 7" o:spid="_x0000_s1026" style="position:absolute;margin-left:790.9pt;margin-top:-19.5pt;width:842.1pt;height:27.75pt;z-index:251659264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C641F74" id="Group 7" o:spid="_x0000_s1026" style="position:absolute;margin-left:-42.4pt;margin-top:-19.5pt;width:842.1pt;height:27.75pt;z-index:251656192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10F4B17"/>
    <w:multiLevelType w:val="multilevel"/>
    <w:tmpl w:val="32509838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01687"/>
    <w:multiLevelType w:val="hybridMultilevel"/>
    <w:tmpl w:val="BDE0E8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1A2648B8"/>
    <w:multiLevelType w:val="hybridMultilevel"/>
    <w:tmpl w:val="0CA229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3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6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9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8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6" w15:restartNumberingAfterBreak="0">
    <w:nsid w:val="7BDA3B25"/>
    <w:multiLevelType w:val="hybridMultilevel"/>
    <w:tmpl w:val="6996351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4"/>
  </w:num>
  <w:num w:numId="2" w16cid:durableId="1978563538">
    <w:abstractNumId w:val="11"/>
  </w:num>
  <w:num w:numId="3" w16cid:durableId="349113405">
    <w:abstractNumId w:val="15"/>
  </w:num>
  <w:num w:numId="4" w16cid:durableId="589387648">
    <w:abstractNumId w:val="13"/>
  </w:num>
  <w:num w:numId="5" w16cid:durableId="637999579">
    <w:abstractNumId w:val="27"/>
  </w:num>
  <w:num w:numId="6" w16cid:durableId="21102706">
    <w:abstractNumId w:val="7"/>
  </w:num>
  <w:num w:numId="7" w16cid:durableId="1666739071">
    <w:abstractNumId w:val="8"/>
  </w:num>
  <w:num w:numId="8" w16cid:durableId="1224606331">
    <w:abstractNumId w:val="25"/>
  </w:num>
  <w:num w:numId="9" w16cid:durableId="1624506461">
    <w:abstractNumId w:val="34"/>
  </w:num>
  <w:num w:numId="10" w16cid:durableId="2087343079">
    <w:abstractNumId w:val="9"/>
  </w:num>
  <w:num w:numId="11" w16cid:durableId="126975948">
    <w:abstractNumId w:val="0"/>
  </w:num>
  <w:num w:numId="12" w16cid:durableId="364529137">
    <w:abstractNumId w:val="19"/>
  </w:num>
  <w:num w:numId="13" w16cid:durableId="15270606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2"/>
  </w:num>
  <w:num w:numId="15" w16cid:durableId="700402222">
    <w:abstractNumId w:val="26"/>
  </w:num>
  <w:num w:numId="16" w16cid:durableId="1628655497">
    <w:abstractNumId w:val="29"/>
  </w:num>
  <w:num w:numId="17" w16cid:durableId="1246768852">
    <w:abstractNumId w:val="28"/>
  </w:num>
  <w:num w:numId="18" w16cid:durableId="819155188">
    <w:abstractNumId w:val="18"/>
  </w:num>
  <w:num w:numId="19" w16cid:durableId="2000503499">
    <w:abstractNumId w:val="22"/>
  </w:num>
  <w:num w:numId="20" w16cid:durableId="1030758985">
    <w:abstractNumId w:val="37"/>
  </w:num>
  <w:num w:numId="21" w16cid:durableId="1566525094">
    <w:abstractNumId w:val="20"/>
  </w:num>
  <w:num w:numId="22" w16cid:durableId="1089930071">
    <w:abstractNumId w:val="35"/>
  </w:num>
  <w:num w:numId="23" w16cid:durableId="1463962566">
    <w:abstractNumId w:val="17"/>
  </w:num>
  <w:num w:numId="24" w16cid:durableId="181475614">
    <w:abstractNumId w:val="2"/>
  </w:num>
  <w:num w:numId="25" w16cid:durableId="582303698">
    <w:abstractNumId w:val="12"/>
  </w:num>
  <w:num w:numId="26" w16cid:durableId="651063625">
    <w:abstractNumId w:val="6"/>
  </w:num>
  <w:num w:numId="27" w16cid:durableId="754859924">
    <w:abstractNumId w:val="23"/>
  </w:num>
  <w:num w:numId="28" w16cid:durableId="1060522280">
    <w:abstractNumId w:val="16"/>
  </w:num>
  <w:num w:numId="29" w16cid:durableId="2137136969">
    <w:abstractNumId w:val="33"/>
  </w:num>
  <w:num w:numId="30" w16cid:durableId="1689863889">
    <w:abstractNumId w:val="21"/>
  </w:num>
  <w:num w:numId="31" w16cid:durableId="1663923813">
    <w:abstractNumId w:val="24"/>
  </w:num>
  <w:num w:numId="32" w16cid:durableId="619336064">
    <w:abstractNumId w:val="30"/>
  </w:num>
  <w:num w:numId="33" w16cid:durableId="102699867">
    <w:abstractNumId w:val="14"/>
  </w:num>
  <w:num w:numId="34" w16cid:durableId="1506552575">
    <w:abstractNumId w:val="10"/>
  </w:num>
  <w:num w:numId="35" w16cid:durableId="626199964">
    <w:abstractNumId w:val="31"/>
  </w:num>
  <w:num w:numId="36" w16cid:durableId="889267459">
    <w:abstractNumId w:val="5"/>
  </w:num>
  <w:num w:numId="37" w16cid:durableId="996109622">
    <w:abstractNumId w:val="36"/>
  </w:num>
  <w:num w:numId="38" w16cid:durableId="1655521877">
    <w:abstractNumId w:val="3"/>
  </w:num>
  <w:num w:numId="39" w16cid:durableId="43139573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220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4BE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E7E1B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CFB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2C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A54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307F"/>
    <w:rsid w:val="002530D0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314"/>
    <w:rsid w:val="00273697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E86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2B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3A4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2C6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5E21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8C6"/>
    <w:rsid w:val="00415A56"/>
    <w:rsid w:val="00415BE9"/>
    <w:rsid w:val="00416AC0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0E65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01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4D50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1E71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80C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A05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07EEE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68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5BF1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D3A"/>
    <w:rsid w:val="006B0D94"/>
    <w:rsid w:val="006B105E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3F18"/>
    <w:rsid w:val="006E472E"/>
    <w:rsid w:val="006E486D"/>
    <w:rsid w:val="006E489B"/>
    <w:rsid w:val="006E52D8"/>
    <w:rsid w:val="006E5F63"/>
    <w:rsid w:val="006E6123"/>
    <w:rsid w:val="006E6813"/>
    <w:rsid w:val="006E6A66"/>
    <w:rsid w:val="006E6A8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855"/>
    <w:rsid w:val="00747988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8D3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000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1E1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936"/>
    <w:rsid w:val="00820A21"/>
    <w:rsid w:val="0082134E"/>
    <w:rsid w:val="008214AF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5F4E"/>
    <w:rsid w:val="0085605C"/>
    <w:rsid w:val="0085649B"/>
    <w:rsid w:val="008565E7"/>
    <w:rsid w:val="00856E46"/>
    <w:rsid w:val="00857109"/>
    <w:rsid w:val="00857984"/>
    <w:rsid w:val="008601E6"/>
    <w:rsid w:val="008604E1"/>
    <w:rsid w:val="00860647"/>
    <w:rsid w:val="0086079B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A5B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4F16"/>
    <w:rsid w:val="008A5B42"/>
    <w:rsid w:val="008A6364"/>
    <w:rsid w:val="008A639D"/>
    <w:rsid w:val="008A6F9F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42C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54D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8E0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2C8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509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5A4A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49F5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630B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768"/>
    <w:rsid w:val="00AE4B9C"/>
    <w:rsid w:val="00AE4BC1"/>
    <w:rsid w:val="00AE4F18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584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01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3AE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666"/>
    <w:rsid w:val="00B870B1"/>
    <w:rsid w:val="00B874E7"/>
    <w:rsid w:val="00B8763B"/>
    <w:rsid w:val="00B8793F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278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956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BFD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496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19B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C89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66F0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B32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566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2AF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4F8A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93A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9E1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0BF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1F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0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096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569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C20"/>
    <w:rsid w:val="00E87F10"/>
    <w:rsid w:val="00E9042A"/>
    <w:rsid w:val="00E90456"/>
    <w:rsid w:val="00E904A0"/>
    <w:rsid w:val="00E909CD"/>
    <w:rsid w:val="00E90D99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033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4AF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986"/>
    <w:rsid w:val="00F52A44"/>
    <w:rsid w:val="00F532AB"/>
    <w:rsid w:val="00F53EEF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882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24E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1F64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4E19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6AA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467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2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1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8</cp:revision>
  <cp:lastPrinted>2024-11-20T14:11:00Z</cp:lastPrinted>
  <dcterms:created xsi:type="dcterms:W3CDTF">2026-01-14T06:23:00Z</dcterms:created>
  <dcterms:modified xsi:type="dcterms:W3CDTF">2026-01-30T05:27:00Z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